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304F1" w14:textId="0B4829CF" w:rsidR="00214F7F" w:rsidRDefault="00214F7F" w:rsidP="00214F7F">
      <w:pPr>
        <w:spacing w:line="360" w:lineRule="auto"/>
        <w:ind w:firstLineChars="250" w:firstLine="1100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采购</w:t>
      </w:r>
      <w:r w:rsidRPr="00214F7F">
        <w:rPr>
          <w:rFonts w:ascii="宋体" w:hAnsi="宋体" w:hint="eastAsia"/>
          <w:sz w:val="44"/>
          <w:szCs w:val="44"/>
        </w:rPr>
        <w:t>寻源公告</w:t>
      </w:r>
    </w:p>
    <w:p w14:paraId="6A78AA43" w14:textId="77777777" w:rsidR="00214F7F" w:rsidRPr="00214F7F" w:rsidRDefault="00214F7F" w:rsidP="00214F7F">
      <w:pPr>
        <w:spacing w:line="360" w:lineRule="auto"/>
        <w:ind w:firstLineChars="250" w:firstLine="1100"/>
        <w:jc w:val="center"/>
        <w:rPr>
          <w:rFonts w:ascii="宋体" w:hAnsi="宋体" w:hint="eastAsia"/>
          <w:sz w:val="44"/>
          <w:szCs w:val="44"/>
        </w:rPr>
      </w:pPr>
      <w:bookmarkStart w:id="0" w:name="_GoBack"/>
      <w:bookmarkEnd w:id="0"/>
    </w:p>
    <w:p w14:paraId="7EA54B46" w14:textId="243113BD" w:rsidR="002D41ED" w:rsidRPr="00307FB4" w:rsidRDefault="00307FB4" w:rsidP="00307FB4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 w:rsidRPr="00307FB4">
        <w:rPr>
          <w:rFonts w:ascii="宋体" w:hAnsi="宋体" w:hint="eastAsia"/>
          <w:sz w:val="24"/>
        </w:rPr>
        <w:t>基于四川长虹技佳精工有限公司合肥分公司业务需要，现需要寻源合肥市</w:t>
      </w:r>
      <w:proofErr w:type="gramStart"/>
      <w:r w:rsidRPr="00307FB4">
        <w:rPr>
          <w:rFonts w:ascii="宋体" w:hAnsi="宋体" w:hint="eastAsia"/>
          <w:sz w:val="24"/>
        </w:rPr>
        <w:t>内短驳</w:t>
      </w:r>
      <w:proofErr w:type="gramEnd"/>
      <w:r w:rsidRPr="00307FB4">
        <w:rPr>
          <w:rFonts w:ascii="宋体" w:hAnsi="宋体" w:hint="eastAsia"/>
          <w:sz w:val="24"/>
        </w:rPr>
        <w:t>物流运输服务单位，具体要求如下：</w:t>
      </w:r>
    </w:p>
    <w:p w14:paraId="67A7813A" w14:textId="77777777" w:rsidR="00307FB4" w:rsidRPr="00307FB4" w:rsidRDefault="00307FB4" w:rsidP="000316AE">
      <w:pPr>
        <w:jc w:val="left"/>
        <w:rPr>
          <w:color w:val="000000" w:themeColor="text1"/>
        </w:rPr>
      </w:pPr>
    </w:p>
    <w:p w14:paraId="4AD5B164" w14:textId="12922E92" w:rsidR="00307FB4" w:rsidRPr="00B910FE" w:rsidRDefault="00307FB4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 w:rsidRPr="00B910FE">
        <w:rPr>
          <w:rFonts w:ascii="宋体" w:hAnsi="宋体" w:hint="eastAsia"/>
          <w:sz w:val="24"/>
        </w:rPr>
        <w:t>具备有效的《营业执照》、《道路运输经营许可证》。</w:t>
      </w:r>
    </w:p>
    <w:p w14:paraId="0303365A" w14:textId="13AA513F" w:rsidR="00307FB4" w:rsidRPr="004731FB" w:rsidRDefault="00307FB4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 w:rsidRPr="004731FB">
        <w:rPr>
          <w:rFonts w:ascii="宋体" w:hAnsi="宋体" w:hint="eastAsia"/>
          <w:sz w:val="24"/>
        </w:rPr>
        <w:t>成立</w:t>
      </w:r>
      <w:r>
        <w:rPr>
          <w:rFonts w:ascii="宋体" w:hAnsi="宋体" w:hint="eastAsia"/>
          <w:sz w:val="24"/>
        </w:rPr>
        <w:t>两</w:t>
      </w:r>
      <w:r w:rsidRPr="004731FB">
        <w:rPr>
          <w:rFonts w:ascii="宋体" w:hAnsi="宋体" w:hint="eastAsia"/>
          <w:sz w:val="24"/>
        </w:rPr>
        <w:t>年以上的</w:t>
      </w:r>
      <w:proofErr w:type="gramStart"/>
      <w:r w:rsidRPr="004731FB">
        <w:rPr>
          <w:rFonts w:ascii="宋体" w:hAnsi="宋体" w:hint="eastAsia"/>
          <w:sz w:val="24"/>
        </w:rPr>
        <w:t>非外资</w:t>
      </w:r>
      <w:proofErr w:type="gramEnd"/>
      <w:r w:rsidRPr="004731FB">
        <w:rPr>
          <w:rFonts w:ascii="宋体" w:hAnsi="宋体" w:hint="eastAsia"/>
          <w:sz w:val="24"/>
        </w:rPr>
        <w:t>控股企业，注册资金不低于100万元。</w:t>
      </w:r>
    </w:p>
    <w:p w14:paraId="5EC0CCA5" w14:textId="5B23B603" w:rsidR="00307FB4" w:rsidRPr="00C65265" w:rsidRDefault="00307FB4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 w:rsidRPr="004731FB">
        <w:rPr>
          <w:rFonts w:ascii="宋体" w:hAnsi="宋体" w:hint="eastAsia"/>
          <w:sz w:val="24"/>
        </w:rPr>
        <w:t>依法缴纳税收，</w:t>
      </w:r>
      <w:r>
        <w:rPr>
          <w:rFonts w:ascii="宋体" w:hAnsi="宋体" w:hint="eastAsia"/>
          <w:sz w:val="24"/>
        </w:rPr>
        <w:t>近两</w:t>
      </w:r>
      <w:r w:rsidRPr="004731FB">
        <w:rPr>
          <w:rFonts w:ascii="宋体" w:hAnsi="宋体" w:hint="eastAsia"/>
          <w:sz w:val="24"/>
        </w:rPr>
        <w:t>年纳税信用等级B级以上。</w:t>
      </w:r>
    </w:p>
    <w:p w14:paraId="2577CE5A" w14:textId="22A5F0BE" w:rsidR="00307FB4" w:rsidRDefault="00307FB4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 w:rsidRPr="004731FB">
        <w:rPr>
          <w:rFonts w:ascii="宋体" w:hAnsi="宋体" w:hint="eastAsia"/>
          <w:sz w:val="24"/>
        </w:rPr>
        <w:t>未被列入政府采购失信名单、重大总</w:t>
      </w:r>
      <w:proofErr w:type="gramStart"/>
      <w:r w:rsidRPr="004731FB">
        <w:rPr>
          <w:rFonts w:ascii="宋体" w:hAnsi="宋体" w:hint="eastAsia"/>
          <w:sz w:val="24"/>
        </w:rPr>
        <w:t>收违法</w:t>
      </w:r>
      <w:proofErr w:type="gramEnd"/>
      <w:r w:rsidRPr="004731FB">
        <w:rPr>
          <w:rFonts w:ascii="宋体" w:hAnsi="宋体" w:hint="eastAsia"/>
          <w:sz w:val="24"/>
        </w:rPr>
        <w:t>案件当事人。</w:t>
      </w:r>
    </w:p>
    <w:p w14:paraId="6F5E3B31" w14:textId="77777777" w:rsidR="00B910FE" w:rsidRDefault="00307FB4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未列入长虹集团黑名单。</w:t>
      </w:r>
    </w:p>
    <w:p w14:paraId="32910117" w14:textId="044B63A0" w:rsidR="00B910FE" w:rsidRDefault="00B910FE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需</w:t>
      </w:r>
      <w:r w:rsidRPr="00B910FE">
        <w:rPr>
          <w:rFonts w:ascii="宋体" w:hAnsi="宋体" w:hint="eastAsia"/>
          <w:sz w:val="24"/>
        </w:rPr>
        <w:t>提供固定车辆与固定驾驶人员，合同期</w:t>
      </w:r>
      <w:proofErr w:type="gramStart"/>
      <w:r w:rsidRPr="00B910FE">
        <w:rPr>
          <w:rFonts w:ascii="宋体" w:hAnsi="宋体" w:hint="eastAsia"/>
          <w:sz w:val="24"/>
        </w:rPr>
        <w:t>间固定</w:t>
      </w:r>
      <w:proofErr w:type="gramEnd"/>
      <w:r w:rsidRPr="00B910FE">
        <w:rPr>
          <w:rFonts w:ascii="宋体" w:hAnsi="宋体" w:hint="eastAsia"/>
          <w:sz w:val="24"/>
        </w:rPr>
        <w:t>车辆只能提供给合肥技佳使用</w:t>
      </w:r>
      <w:r>
        <w:rPr>
          <w:rFonts w:ascii="宋体" w:hAnsi="宋体" w:hint="eastAsia"/>
          <w:sz w:val="24"/>
        </w:rPr>
        <w:t>。</w:t>
      </w:r>
    </w:p>
    <w:p w14:paraId="5503F288" w14:textId="21817781" w:rsidR="00A13FCF" w:rsidRDefault="00A13FCF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能提供保质保量和高效的运输服务，包括节假日均能够提供服务。</w:t>
      </w:r>
    </w:p>
    <w:p w14:paraId="4DA0374A" w14:textId="2278893A" w:rsidR="00B910FE" w:rsidRPr="00B910FE" w:rsidRDefault="00B910FE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 w:rsidRPr="00B910FE">
        <w:rPr>
          <w:rFonts w:ascii="宋体" w:hAnsi="宋体" w:hint="eastAsia"/>
          <w:sz w:val="24"/>
        </w:rPr>
        <w:t>具备有</w:t>
      </w:r>
      <w:r>
        <w:rPr>
          <w:rFonts w:ascii="宋体" w:hAnsi="宋体" w:hint="eastAsia"/>
          <w:sz w:val="24"/>
        </w:rPr>
        <w:t>一</w:t>
      </w:r>
      <w:r w:rsidRPr="00B910FE">
        <w:rPr>
          <w:rFonts w:ascii="宋体" w:hAnsi="宋体" w:hint="eastAsia"/>
          <w:sz w:val="24"/>
        </w:rPr>
        <w:t>年以上合肥市内运输经验，两年内未发生有重大安全事故</w:t>
      </w:r>
      <w:r>
        <w:rPr>
          <w:rFonts w:ascii="宋体" w:hAnsi="宋体" w:hint="eastAsia"/>
          <w:sz w:val="24"/>
        </w:rPr>
        <w:t>,有海尔工业园运输交货经验优先。</w:t>
      </w:r>
    </w:p>
    <w:p w14:paraId="2223E4C0" w14:textId="77777777" w:rsidR="00B910FE" w:rsidRDefault="00A13FCF" w:rsidP="00B910FE">
      <w:pPr>
        <w:pStyle w:val="a7"/>
        <w:numPr>
          <w:ilvl w:val="0"/>
          <w:numId w:val="1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具备有保</w:t>
      </w:r>
      <w:r w:rsidR="00B910FE">
        <w:rPr>
          <w:rFonts w:ascii="宋体" w:hAnsi="宋体" w:hint="eastAsia"/>
          <w:sz w:val="24"/>
        </w:rPr>
        <w:t>证货物安全、准时送达的能力，并能够提供完善的运输追踪和管理服务。</w:t>
      </w:r>
    </w:p>
    <w:p w14:paraId="09D69B5B" w14:textId="602F633D" w:rsidR="00A13FCF" w:rsidRDefault="00B910FE" w:rsidP="00B910FE">
      <w:pPr>
        <w:pStyle w:val="a7"/>
        <w:numPr>
          <w:ilvl w:val="0"/>
          <w:numId w:val="11"/>
        </w:numPr>
        <w:tabs>
          <w:tab w:val="left" w:pos="426"/>
          <w:tab w:val="left" w:pos="567"/>
          <w:tab w:val="left" w:pos="851"/>
        </w:tabs>
        <w:spacing w:line="360" w:lineRule="auto"/>
        <w:ind w:firstLineChars="0"/>
        <w:jc w:val="left"/>
        <w:rPr>
          <w:rFonts w:ascii="宋体" w:hAnsi="宋体"/>
          <w:sz w:val="24"/>
        </w:rPr>
      </w:pPr>
      <w:r w:rsidRPr="00B910FE">
        <w:rPr>
          <w:rFonts w:ascii="宋体" w:hAnsi="宋体" w:hint="eastAsia"/>
          <w:sz w:val="24"/>
        </w:rPr>
        <w:t>需</w:t>
      </w:r>
      <w:r w:rsidR="00A13FCF" w:rsidRPr="00B910FE">
        <w:rPr>
          <w:rFonts w:ascii="宋体" w:hAnsi="宋体" w:hint="eastAsia"/>
          <w:sz w:val="24"/>
        </w:rPr>
        <w:t>提供一名以上专职客服人员，负责我司物流订单的跟踪与异常处理。</w:t>
      </w:r>
    </w:p>
    <w:p w14:paraId="65384061" w14:textId="4B28B862" w:rsidR="00F167B9" w:rsidRDefault="00F167B9" w:rsidP="00B910FE">
      <w:pPr>
        <w:pStyle w:val="a7"/>
        <w:numPr>
          <w:ilvl w:val="0"/>
          <w:numId w:val="11"/>
        </w:numPr>
        <w:tabs>
          <w:tab w:val="left" w:pos="426"/>
          <w:tab w:val="left" w:pos="567"/>
          <w:tab w:val="left" w:pos="851"/>
        </w:tabs>
        <w:spacing w:line="360" w:lineRule="auto"/>
        <w:ind w:firstLineChars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服务主要路线可参考附件《运输线路》。</w:t>
      </w:r>
    </w:p>
    <w:p w14:paraId="44F7907E" w14:textId="77777777" w:rsidR="00B910FE" w:rsidRDefault="00B910FE" w:rsidP="00B910FE">
      <w:pPr>
        <w:pStyle w:val="a7"/>
        <w:spacing w:line="360" w:lineRule="auto"/>
        <w:ind w:left="360" w:firstLineChars="0" w:firstLine="0"/>
        <w:jc w:val="left"/>
        <w:rPr>
          <w:rFonts w:ascii="宋体" w:hAnsi="宋体"/>
          <w:sz w:val="24"/>
        </w:rPr>
      </w:pPr>
    </w:p>
    <w:p w14:paraId="5D4883DA" w14:textId="6464C7CF" w:rsidR="00CE5380" w:rsidRPr="00A13FCF" w:rsidRDefault="00CE5380" w:rsidP="00CE538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报名截止时间：2025年4月2</w:t>
      </w:r>
      <w:r w:rsidR="00F167B9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日17时30分</w:t>
      </w:r>
    </w:p>
    <w:p w14:paraId="23FDDE5E" w14:textId="77777777" w:rsidR="00CE5380" w:rsidRPr="00CE5380" w:rsidRDefault="00CE5380" w:rsidP="00B910FE">
      <w:pPr>
        <w:pStyle w:val="a7"/>
        <w:spacing w:line="360" w:lineRule="auto"/>
        <w:ind w:left="360" w:firstLineChars="0" w:firstLine="0"/>
        <w:jc w:val="left"/>
        <w:rPr>
          <w:rFonts w:ascii="宋体" w:hAnsi="宋体"/>
          <w:sz w:val="24"/>
        </w:rPr>
      </w:pPr>
    </w:p>
    <w:p w14:paraId="2015897B" w14:textId="684C2268" w:rsidR="00307FB4" w:rsidRDefault="00A13FCF" w:rsidP="00307FB4">
      <w:pPr>
        <w:spacing w:line="360" w:lineRule="auto"/>
        <w:jc w:val="left"/>
        <w:rPr>
          <w:rFonts w:ascii="宋体" w:hAnsi="宋体"/>
          <w:sz w:val="24"/>
        </w:rPr>
      </w:pPr>
      <w:r w:rsidRPr="00A13FCF">
        <w:rPr>
          <w:rFonts w:ascii="宋体" w:hAnsi="宋体" w:hint="eastAsia"/>
          <w:sz w:val="24"/>
        </w:rPr>
        <w:t>联系人：黄</w:t>
      </w:r>
      <w:r>
        <w:rPr>
          <w:rFonts w:ascii="宋体" w:hAnsi="宋体" w:hint="eastAsia"/>
          <w:sz w:val="24"/>
        </w:rPr>
        <w:t>晓梅</w:t>
      </w:r>
    </w:p>
    <w:p w14:paraId="4BD0CDE4" w14:textId="698E46DE" w:rsidR="00A13FCF" w:rsidRDefault="00A13FCF" w:rsidP="00307FB4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电话：15156060628</w:t>
      </w:r>
    </w:p>
    <w:p w14:paraId="6C17D689" w14:textId="2E09DAA4" w:rsidR="00A13FCF" w:rsidRDefault="00A13FCF" w:rsidP="00A13FCF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邮箱：</w:t>
      </w:r>
      <w:r w:rsidR="00CE5380" w:rsidRPr="00CE5380">
        <w:rPr>
          <w:rFonts w:ascii="微软雅黑" w:eastAsia="微软雅黑" w:hAnsi="微软雅黑" w:hint="eastAsia"/>
          <w:color w:val="7F7F7F"/>
          <w:sz w:val="20"/>
          <w:szCs w:val="20"/>
          <w:shd w:val="clear" w:color="auto" w:fill="F1F6F5"/>
        </w:rPr>
        <w:t xml:space="preserve"> </w:t>
      </w:r>
      <w:r w:rsidR="00CE5380" w:rsidRPr="00CE5380">
        <w:rPr>
          <w:rStyle w:val="aa"/>
          <w:rFonts w:ascii="宋体" w:hAnsi="宋体" w:hint="eastAsia"/>
          <w:sz w:val="24"/>
        </w:rPr>
        <w:t>xiaomei1.huang@changhong.com</w:t>
      </w:r>
    </w:p>
    <w:p w14:paraId="14F01462" w14:textId="77777777" w:rsidR="00A13FCF" w:rsidRDefault="00A13FCF" w:rsidP="000316AE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                                    </w:t>
      </w:r>
    </w:p>
    <w:p w14:paraId="223A41F2" w14:textId="77777777" w:rsidR="00A13FCF" w:rsidRDefault="00A13FCF" w:rsidP="000316AE">
      <w:pPr>
        <w:jc w:val="left"/>
        <w:rPr>
          <w:color w:val="000000" w:themeColor="text1"/>
        </w:rPr>
      </w:pPr>
    </w:p>
    <w:p w14:paraId="7547ED60" w14:textId="594AB623" w:rsidR="00307FB4" w:rsidRDefault="00A13FCF" w:rsidP="00A13FCF">
      <w:pPr>
        <w:jc w:val="right"/>
        <w:rPr>
          <w:rFonts w:ascii="宋体" w:hAnsi="宋体"/>
          <w:sz w:val="24"/>
        </w:rPr>
      </w:pPr>
      <w:r>
        <w:rPr>
          <w:rFonts w:hint="eastAsia"/>
          <w:color w:val="000000" w:themeColor="text1"/>
        </w:rPr>
        <w:t xml:space="preserve"> </w:t>
      </w:r>
      <w:r w:rsidRPr="00307FB4">
        <w:rPr>
          <w:rFonts w:ascii="宋体" w:hAnsi="宋体" w:hint="eastAsia"/>
          <w:sz w:val="24"/>
        </w:rPr>
        <w:t>四川长虹技佳精工有限公司合肥分公司</w:t>
      </w:r>
    </w:p>
    <w:p w14:paraId="3000A39A" w14:textId="323FFAFE" w:rsidR="00A13FCF" w:rsidRPr="00A13FCF" w:rsidRDefault="00A13FCF" w:rsidP="00A13FCF">
      <w:pPr>
        <w:ind w:right="480" w:firstLineChars="2500" w:firstLine="6000"/>
        <w:rPr>
          <w:color w:val="000000" w:themeColor="text1"/>
        </w:rPr>
      </w:pPr>
      <w:r>
        <w:rPr>
          <w:rFonts w:ascii="宋体" w:hAnsi="宋体" w:hint="eastAsia"/>
          <w:sz w:val="24"/>
        </w:rPr>
        <w:t>202</w:t>
      </w:r>
      <w:r w:rsidR="00CE5380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</w:t>
      </w:r>
      <w:r w:rsidR="00CE5380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月</w:t>
      </w:r>
      <w:r w:rsidR="00CE5380">
        <w:rPr>
          <w:rFonts w:ascii="宋体" w:hAnsi="宋体" w:hint="eastAsia"/>
          <w:sz w:val="24"/>
        </w:rPr>
        <w:t>1</w:t>
      </w:r>
      <w:r w:rsidR="00F167B9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日</w:t>
      </w:r>
    </w:p>
    <w:sectPr w:rsidR="00A13FCF" w:rsidRPr="00A13FCF" w:rsidSect="00904D8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401A8" w14:textId="77777777" w:rsidR="00821E35" w:rsidRDefault="00821E35" w:rsidP="0091688E">
      <w:r>
        <w:separator/>
      </w:r>
    </w:p>
  </w:endnote>
  <w:endnote w:type="continuationSeparator" w:id="0">
    <w:p w14:paraId="18D9BD84" w14:textId="77777777" w:rsidR="00821E35" w:rsidRDefault="00821E35" w:rsidP="009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6FAAE" w14:textId="77777777" w:rsidR="00821E35" w:rsidRDefault="00821E35" w:rsidP="0091688E">
      <w:r>
        <w:separator/>
      </w:r>
    </w:p>
  </w:footnote>
  <w:footnote w:type="continuationSeparator" w:id="0">
    <w:p w14:paraId="5E0F3A04" w14:textId="77777777" w:rsidR="00821E35" w:rsidRDefault="00821E35" w:rsidP="009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69F3"/>
    <w:multiLevelType w:val="hybridMultilevel"/>
    <w:tmpl w:val="B6824106"/>
    <w:lvl w:ilvl="0" w:tplc="C5003F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D95259"/>
    <w:multiLevelType w:val="hybridMultilevel"/>
    <w:tmpl w:val="485ED4F0"/>
    <w:lvl w:ilvl="0" w:tplc="18E429A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2B03A7"/>
    <w:multiLevelType w:val="hybridMultilevel"/>
    <w:tmpl w:val="68CCE5BC"/>
    <w:lvl w:ilvl="0" w:tplc="EB22260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3C23327"/>
    <w:multiLevelType w:val="hybridMultilevel"/>
    <w:tmpl w:val="3B268ED6"/>
    <w:lvl w:ilvl="0" w:tplc="62F020EA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6B1CE3"/>
    <w:multiLevelType w:val="hybridMultilevel"/>
    <w:tmpl w:val="F266B404"/>
    <w:lvl w:ilvl="0" w:tplc="58588E2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6113948"/>
    <w:multiLevelType w:val="hybridMultilevel"/>
    <w:tmpl w:val="5BC0413C"/>
    <w:lvl w:ilvl="0" w:tplc="B10820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811D7E"/>
    <w:multiLevelType w:val="hybridMultilevel"/>
    <w:tmpl w:val="185CD998"/>
    <w:lvl w:ilvl="0" w:tplc="15CC90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8B5ED6"/>
    <w:multiLevelType w:val="hybridMultilevel"/>
    <w:tmpl w:val="2DA67F82"/>
    <w:lvl w:ilvl="0" w:tplc="3CB8D0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8E8079D"/>
    <w:multiLevelType w:val="hybridMultilevel"/>
    <w:tmpl w:val="70E691D0"/>
    <w:lvl w:ilvl="0" w:tplc="2548A38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672F1F"/>
    <w:multiLevelType w:val="hybridMultilevel"/>
    <w:tmpl w:val="7AB02DA2"/>
    <w:lvl w:ilvl="0" w:tplc="C44A01A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4B6596"/>
    <w:multiLevelType w:val="hybridMultilevel"/>
    <w:tmpl w:val="5894C306"/>
    <w:lvl w:ilvl="0" w:tplc="26D40B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8E"/>
    <w:rsid w:val="0000039A"/>
    <w:rsid w:val="00001F33"/>
    <w:rsid w:val="000052DB"/>
    <w:rsid w:val="000063FE"/>
    <w:rsid w:val="000139A9"/>
    <w:rsid w:val="000148A6"/>
    <w:rsid w:val="0001521E"/>
    <w:rsid w:val="00017053"/>
    <w:rsid w:val="00017359"/>
    <w:rsid w:val="000259E5"/>
    <w:rsid w:val="000274B1"/>
    <w:rsid w:val="00030E06"/>
    <w:rsid w:val="000316AE"/>
    <w:rsid w:val="00036779"/>
    <w:rsid w:val="000371B2"/>
    <w:rsid w:val="00043438"/>
    <w:rsid w:val="00045CE3"/>
    <w:rsid w:val="000507EF"/>
    <w:rsid w:val="000508C9"/>
    <w:rsid w:val="00050D5C"/>
    <w:rsid w:val="00051B84"/>
    <w:rsid w:val="000578EE"/>
    <w:rsid w:val="00064631"/>
    <w:rsid w:val="00065D42"/>
    <w:rsid w:val="000662B7"/>
    <w:rsid w:val="00070018"/>
    <w:rsid w:val="000744E6"/>
    <w:rsid w:val="000811C9"/>
    <w:rsid w:val="00082148"/>
    <w:rsid w:val="00083740"/>
    <w:rsid w:val="00084598"/>
    <w:rsid w:val="0009078B"/>
    <w:rsid w:val="0009432D"/>
    <w:rsid w:val="000A01C6"/>
    <w:rsid w:val="000A18DE"/>
    <w:rsid w:val="000A1C68"/>
    <w:rsid w:val="000A33A1"/>
    <w:rsid w:val="000A3475"/>
    <w:rsid w:val="000A367C"/>
    <w:rsid w:val="000A544A"/>
    <w:rsid w:val="000A55B8"/>
    <w:rsid w:val="000A65E0"/>
    <w:rsid w:val="000A6E3C"/>
    <w:rsid w:val="000A7E3E"/>
    <w:rsid w:val="000B2D3B"/>
    <w:rsid w:val="000B30A0"/>
    <w:rsid w:val="000C2272"/>
    <w:rsid w:val="000C47A3"/>
    <w:rsid w:val="000C7E94"/>
    <w:rsid w:val="000D01A4"/>
    <w:rsid w:val="000D1A3E"/>
    <w:rsid w:val="000D1C78"/>
    <w:rsid w:val="000D21EB"/>
    <w:rsid w:val="000D2E9C"/>
    <w:rsid w:val="000D3179"/>
    <w:rsid w:val="000D6535"/>
    <w:rsid w:val="000E2273"/>
    <w:rsid w:val="000E3634"/>
    <w:rsid w:val="000E4CB3"/>
    <w:rsid w:val="000E6AFD"/>
    <w:rsid w:val="000F3B51"/>
    <w:rsid w:val="000F4EDC"/>
    <w:rsid w:val="000F690D"/>
    <w:rsid w:val="00100136"/>
    <w:rsid w:val="00102006"/>
    <w:rsid w:val="00104800"/>
    <w:rsid w:val="001057B8"/>
    <w:rsid w:val="00111254"/>
    <w:rsid w:val="00112855"/>
    <w:rsid w:val="00123E24"/>
    <w:rsid w:val="00125380"/>
    <w:rsid w:val="00132FC6"/>
    <w:rsid w:val="00132FD4"/>
    <w:rsid w:val="00142710"/>
    <w:rsid w:val="00154ADF"/>
    <w:rsid w:val="00155323"/>
    <w:rsid w:val="00155395"/>
    <w:rsid w:val="001559E5"/>
    <w:rsid w:val="0015683C"/>
    <w:rsid w:val="00156AC3"/>
    <w:rsid w:val="0016094A"/>
    <w:rsid w:val="00164FBE"/>
    <w:rsid w:val="001655F4"/>
    <w:rsid w:val="00165ECB"/>
    <w:rsid w:val="0017002D"/>
    <w:rsid w:val="001729CF"/>
    <w:rsid w:val="00173145"/>
    <w:rsid w:val="0017515F"/>
    <w:rsid w:val="0017553F"/>
    <w:rsid w:val="0017745A"/>
    <w:rsid w:val="00183218"/>
    <w:rsid w:val="00183B54"/>
    <w:rsid w:val="00186968"/>
    <w:rsid w:val="00186B63"/>
    <w:rsid w:val="00187430"/>
    <w:rsid w:val="001921A6"/>
    <w:rsid w:val="001928EC"/>
    <w:rsid w:val="0019478E"/>
    <w:rsid w:val="00195687"/>
    <w:rsid w:val="00196817"/>
    <w:rsid w:val="001A13BB"/>
    <w:rsid w:val="001A228A"/>
    <w:rsid w:val="001A3331"/>
    <w:rsid w:val="001A3359"/>
    <w:rsid w:val="001A4AD1"/>
    <w:rsid w:val="001A4C9C"/>
    <w:rsid w:val="001A704D"/>
    <w:rsid w:val="001A7FD4"/>
    <w:rsid w:val="001B26A2"/>
    <w:rsid w:val="001B5B1F"/>
    <w:rsid w:val="001C5814"/>
    <w:rsid w:val="001C7458"/>
    <w:rsid w:val="001C7B89"/>
    <w:rsid w:val="001D0FDB"/>
    <w:rsid w:val="001D603D"/>
    <w:rsid w:val="001E101D"/>
    <w:rsid w:val="001E2A04"/>
    <w:rsid w:val="001E4AC8"/>
    <w:rsid w:val="001E65E0"/>
    <w:rsid w:val="001F0949"/>
    <w:rsid w:val="001F0DBA"/>
    <w:rsid w:val="001F0FA4"/>
    <w:rsid w:val="001F2556"/>
    <w:rsid w:val="001F2895"/>
    <w:rsid w:val="001F3AD5"/>
    <w:rsid w:val="001F3FCA"/>
    <w:rsid w:val="001F3FDC"/>
    <w:rsid w:val="001F4673"/>
    <w:rsid w:val="001F496C"/>
    <w:rsid w:val="001F5E2E"/>
    <w:rsid w:val="001F65AA"/>
    <w:rsid w:val="001F6F4B"/>
    <w:rsid w:val="00202649"/>
    <w:rsid w:val="0020632D"/>
    <w:rsid w:val="00207370"/>
    <w:rsid w:val="0021275B"/>
    <w:rsid w:val="002127C0"/>
    <w:rsid w:val="00213273"/>
    <w:rsid w:val="00214F7F"/>
    <w:rsid w:val="002157D5"/>
    <w:rsid w:val="00220511"/>
    <w:rsid w:val="002207A2"/>
    <w:rsid w:val="00222377"/>
    <w:rsid w:val="0022262D"/>
    <w:rsid w:val="00227080"/>
    <w:rsid w:val="00230987"/>
    <w:rsid w:val="00234323"/>
    <w:rsid w:val="00236E54"/>
    <w:rsid w:val="00237AB0"/>
    <w:rsid w:val="002422CA"/>
    <w:rsid w:val="00242D2B"/>
    <w:rsid w:val="00243DA2"/>
    <w:rsid w:val="002447F0"/>
    <w:rsid w:val="00247EEC"/>
    <w:rsid w:val="0025272D"/>
    <w:rsid w:val="0025351F"/>
    <w:rsid w:val="002547D8"/>
    <w:rsid w:val="002603A0"/>
    <w:rsid w:val="00260D0D"/>
    <w:rsid w:val="00261B4A"/>
    <w:rsid w:val="002637C6"/>
    <w:rsid w:val="00263F6E"/>
    <w:rsid w:val="002656D3"/>
    <w:rsid w:val="00270C85"/>
    <w:rsid w:val="0027267A"/>
    <w:rsid w:val="00281064"/>
    <w:rsid w:val="002834E7"/>
    <w:rsid w:val="002841C3"/>
    <w:rsid w:val="00284E35"/>
    <w:rsid w:val="00286B88"/>
    <w:rsid w:val="0029161A"/>
    <w:rsid w:val="00291854"/>
    <w:rsid w:val="00293BC6"/>
    <w:rsid w:val="002943A0"/>
    <w:rsid w:val="00295D7E"/>
    <w:rsid w:val="002A1EB4"/>
    <w:rsid w:val="002A23B2"/>
    <w:rsid w:val="002A320A"/>
    <w:rsid w:val="002A4976"/>
    <w:rsid w:val="002A4D40"/>
    <w:rsid w:val="002A5B1E"/>
    <w:rsid w:val="002A5BF5"/>
    <w:rsid w:val="002B0EEC"/>
    <w:rsid w:val="002B35EA"/>
    <w:rsid w:val="002B4441"/>
    <w:rsid w:val="002B4B41"/>
    <w:rsid w:val="002B7B3F"/>
    <w:rsid w:val="002C0DA7"/>
    <w:rsid w:val="002C3452"/>
    <w:rsid w:val="002C363F"/>
    <w:rsid w:val="002C734E"/>
    <w:rsid w:val="002C7AD4"/>
    <w:rsid w:val="002D41ED"/>
    <w:rsid w:val="002D6CC9"/>
    <w:rsid w:val="002E033E"/>
    <w:rsid w:val="002E5C2F"/>
    <w:rsid w:val="002F0198"/>
    <w:rsid w:val="002F2791"/>
    <w:rsid w:val="00302208"/>
    <w:rsid w:val="00302779"/>
    <w:rsid w:val="00302EED"/>
    <w:rsid w:val="00303357"/>
    <w:rsid w:val="00305204"/>
    <w:rsid w:val="00306614"/>
    <w:rsid w:val="00306B76"/>
    <w:rsid w:val="00307FB4"/>
    <w:rsid w:val="00310064"/>
    <w:rsid w:val="00310B8A"/>
    <w:rsid w:val="003124CD"/>
    <w:rsid w:val="00330082"/>
    <w:rsid w:val="00331A80"/>
    <w:rsid w:val="0034771D"/>
    <w:rsid w:val="003502EE"/>
    <w:rsid w:val="00354DD2"/>
    <w:rsid w:val="0035693F"/>
    <w:rsid w:val="003574A6"/>
    <w:rsid w:val="00357838"/>
    <w:rsid w:val="00360539"/>
    <w:rsid w:val="00363786"/>
    <w:rsid w:val="00364266"/>
    <w:rsid w:val="00364A97"/>
    <w:rsid w:val="0036665B"/>
    <w:rsid w:val="00373C75"/>
    <w:rsid w:val="00375B6E"/>
    <w:rsid w:val="0037711B"/>
    <w:rsid w:val="00385FC9"/>
    <w:rsid w:val="00390960"/>
    <w:rsid w:val="003943A5"/>
    <w:rsid w:val="003A05EF"/>
    <w:rsid w:val="003A05FC"/>
    <w:rsid w:val="003A1AF4"/>
    <w:rsid w:val="003A5AB2"/>
    <w:rsid w:val="003B032F"/>
    <w:rsid w:val="003B0CF6"/>
    <w:rsid w:val="003B3533"/>
    <w:rsid w:val="003B376F"/>
    <w:rsid w:val="003B4291"/>
    <w:rsid w:val="003B5BC0"/>
    <w:rsid w:val="003C0A33"/>
    <w:rsid w:val="003C168E"/>
    <w:rsid w:val="003C49A6"/>
    <w:rsid w:val="003D0841"/>
    <w:rsid w:val="003E07AB"/>
    <w:rsid w:val="003E4B60"/>
    <w:rsid w:val="003E56BF"/>
    <w:rsid w:val="003E7586"/>
    <w:rsid w:val="003E7685"/>
    <w:rsid w:val="003E76A6"/>
    <w:rsid w:val="003E7823"/>
    <w:rsid w:val="003F03A4"/>
    <w:rsid w:val="003F0747"/>
    <w:rsid w:val="003F1E0E"/>
    <w:rsid w:val="003F1F11"/>
    <w:rsid w:val="003F4D5E"/>
    <w:rsid w:val="004010CE"/>
    <w:rsid w:val="00405850"/>
    <w:rsid w:val="00405AEC"/>
    <w:rsid w:val="00406605"/>
    <w:rsid w:val="0040707A"/>
    <w:rsid w:val="004070E6"/>
    <w:rsid w:val="0040797F"/>
    <w:rsid w:val="0041398C"/>
    <w:rsid w:val="00414E57"/>
    <w:rsid w:val="004155DA"/>
    <w:rsid w:val="00417238"/>
    <w:rsid w:val="00417D3E"/>
    <w:rsid w:val="004273C9"/>
    <w:rsid w:val="0042785D"/>
    <w:rsid w:val="00427E0E"/>
    <w:rsid w:val="0043258C"/>
    <w:rsid w:val="00432B02"/>
    <w:rsid w:val="00432C59"/>
    <w:rsid w:val="00441765"/>
    <w:rsid w:val="0044330A"/>
    <w:rsid w:val="0044345B"/>
    <w:rsid w:val="004458C5"/>
    <w:rsid w:val="00451A10"/>
    <w:rsid w:val="00451A25"/>
    <w:rsid w:val="00452619"/>
    <w:rsid w:val="00453957"/>
    <w:rsid w:val="00456990"/>
    <w:rsid w:val="00457154"/>
    <w:rsid w:val="004571C2"/>
    <w:rsid w:val="004571D4"/>
    <w:rsid w:val="004604AD"/>
    <w:rsid w:val="004632BE"/>
    <w:rsid w:val="00463540"/>
    <w:rsid w:val="004672C3"/>
    <w:rsid w:val="00470F15"/>
    <w:rsid w:val="00471D9F"/>
    <w:rsid w:val="00474E2C"/>
    <w:rsid w:val="0047531C"/>
    <w:rsid w:val="00480E4C"/>
    <w:rsid w:val="00486090"/>
    <w:rsid w:val="004871EF"/>
    <w:rsid w:val="00494C50"/>
    <w:rsid w:val="004A08EC"/>
    <w:rsid w:val="004A127F"/>
    <w:rsid w:val="004A287D"/>
    <w:rsid w:val="004A6EF6"/>
    <w:rsid w:val="004A6F09"/>
    <w:rsid w:val="004B13E5"/>
    <w:rsid w:val="004B4C87"/>
    <w:rsid w:val="004B7992"/>
    <w:rsid w:val="004B7D65"/>
    <w:rsid w:val="004C0A89"/>
    <w:rsid w:val="004C1670"/>
    <w:rsid w:val="004C32E1"/>
    <w:rsid w:val="004C528A"/>
    <w:rsid w:val="004C65F4"/>
    <w:rsid w:val="004E41B9"/>
    <w:rsid w:val="004E49F6"/>
    <w:rsid w:val="004E5960"/>
    <w:rsid w:val="004E64DD"/>
    <w:rsid w:val="004E7575"/>
    <w:rsid w:val="004F696B"/>
    <w:rsid w:val="004F7E8F"/>
    <w:rsid w:val="00502335"/>
    <w:rsid w:val="005028F3"/>
    <w:rsid w:val="00503AB1"/>
    <w:rsid w:val="0050733F"/>
    <w:rsid w:val="005123E7"/>
    <w:rsid w:val="005126DE"/>
    <w:rsid w:val="0051455E"/>
    <w:rsid w:val="0051632D"/>
    <w:rsid w:val="005212E9"/>
    <w:rsid w:val="005348F3"/>
    <w:rsid w:val="00535A23"/>
    <w:rsid w:val="00536685"/>
    <w:rsid w:val="00537591"/>
    <w:rsid w:val="00540C5D"/>
    <w:rsid w:val="0054385A"/>
    <w:rsid w:val="005455AD"/>
    <w:rsid w:val="005467AB"/>
    <w:rsid w:val="0055398D"/>
    <w:rsid w:val="00553D60"/>
    <w:rsid w:val="005547D5"/>
    <w:rsid w:val="00555246"/>
    <w:rsid w:val="005564A3"/>
    <w:rsid w:val="005579ED"/>
    <w:rsid w:val="005660CA"/>
    <w:rsid w:val="00570CA0"/>
    <w:rsid w:val="00581605"/>
    <w:rsid w:val="0058204A"/>
    <w:rsid w:val="00583B9E"/>
    <w:rsid w:val="00586944"/>
    <w:rsid w:val="00594056"/>
    <w:rsid w:val="00594A60"/>
    <w:rsid w:val="00594E43"/>
    <w:rsid w:val="00596D7B"/>
    <w:rsid w:val="0059738F"/>
    <w:rsid w:val="005A04DF"/>
    <w:rsid w:val="005A20A4"/>
    <w:rsid w:val="005A2299"/>
    <w:rsid w:val="005A37DC"/>
    <w:rsid w:val="005A4B0A"/>
    <w:rsid w:val="005B0B42"/>
    <w:rsid w:val="005B321C"/>
    <w:rsid w:val="005B72B7"/>
    <w:rsid w:val="005C0C30"/>
    <w:rsid w:val="005C265B"/>
    <w:rsid w:val="005C72F2"/>
    <w:rsid w:val="005D088F"/>
    <w:rsid w:val="005D5110"/>
    <w:rsid w:val="005D6FD0"/>
    <w:rsid w:val="005E4D81"/>
    <w:rsid w:val="005F46EA"/>
    <w:rsid w:val="005F4768"/>
    <w:rsid w:val="005F4EAE"/>
    <w:rsid w:val="005F5349"/>
    <w:rsid w:val="005F57AC"/>
    <w:rsid w:val="005F57B0"/>
    <w:rsid w:val="005F6222"/>
    <w:rsid w:val="00601BDC"/>
    <w:rsid w:val="006033FA"/>
    <w:rsid w:val="00606D86"/>
    <w:rsid w:val="00606F61"/>
    <w:rsid w:val="00620653"/>
    <w:rsid w:val="00621505"/>
    <w:rsid w:val="006226E1"/>
    <w:rsid w:val="00627C67"/>
    <w:rsid w:val="00636075"/>
    <w:rsid w:val="0064044E"/>
    <w:rsid w:val="0064294D"/>
    <w:rsid w:val="00642A3C"/>
    <w:rsid w:val="0064351B"/>
    <w:rsid w:val="00645915"/>
    <w:rsid w:val="00645FD8"/>
    <w:rsid w:val="006623F1"/>
    <w:rsid w:val="00667EF7"/>
    <w:rsid w:val="00673006"/>
    <w:rsid w:val="0067640A"/>
    <w:rsid w:val="00677BA7"/>
    <w:rsid w:val="006828BA"/>
    <w:rsid w:val="006901AC"/>
    <w:rsid w:val="0069139D"/>
    <w:rsid w:val="006957FB"/>
    <w:rsid w:val="006A05F9"/>
    <w:rsid w:val="006A0664"/>
    <w:rsid w:val="006A0724"/>
    <w:rsid w:val="006A0C14"/>
    <w:rsid w:val="006A19BB"/>
    <w:rsid w:val="006A2F88"/>
    <w:rsid w:val="006B29ED"/>
    <w:rsid w:val="006B5BD3"/>
    <w:rsid w:val="006B7ADE"/>
    <w:rsid w:val="006C272B"/>
    <w:rsid w:val="006C3311"/>
    <w:rsid w:val="006C3A63"/>
    <w:rsid w:val="006C5936"/>
    <w:rsid w:val="006C72A4"/>
    <w:rsid w:val="006D4FAB"/>
    <w:rsid w:val="006D522F"/>
    <w:rsid w:val="006D584E"/>
    <w:rsid w:val="006D5B76"/>
    <w:rsid w:val="006D6E54"/>
    <w:rsid w:val="006E32EA"/>
    <w:rsid w:val="006E4A63"/>
    <w:rsid w:val="006E4E90"/>
    <w:rsid w:val="006F1797"/>
    <w:rsid w:val="006F209C"/>
    <w:rsid w:val="006F2390"/>
    <w:rsid w:val="006F2C3E"/>
    <w:rsid w:val="006F4AE6"/>
    <w:rsid w:val="006F5C1A"/>
    <w:rsid w:val="006F6D8F"/>
    <w:rsid w:val="00700F59"/>
    <w:rsid w:val="007052DA"/>
    <w:rsid w:val="007106FA"/>
    <w:rsid w:val="007124BB"/>
    <w:rsid w:val="00712AB0"/>
    <w:rsid w:val="00713579"/>
    <w:rsid w:val="00713F38"/>
    <w:rsid w:val="007146B4"/>
    <w:rsid w:val="00714C60"/>
    <w:rsid w:val="007232AC"/>
    <w:rsid w:val="007263C4"/>
    <w:rsid w:val="00727952"/>
    <w:rsid w:val="00734393"/>
    <w:rsid w:val="00742198"/>
    <w:rsid w:val="0074730F"/>
    <w:rsid w:val="00750F28"/>
    <w:rsid w:val="0075288B"/>
    <w:rsid w:val="00760E26"/>
    <w:rsid w:val="00760F26"/>
    <w:rsid w:val="00761C46"/>
    <w:rsid w:val="0076329D"/>
    <w:rsid w:val="00765307"/>
    <w:rsid w:val="00766333"/>
    <w:rsid w:val="00770821"/>
    <w:rsid w:val="00770E40"/>
    <w:rsid w:val="00771E55"/>
    <w:rsid w:val="007724A4"/>
    <w:rsid w:val="00772C21"/>
    <w:rsid w:val="00773E8A"/>
    <w:rsid w:val="00775F05"/>
    <w:rsid w:val="007776ED"/>
    <w:rsid w:val="007800B4"/>
    <w:rsid w:val="007817DC"/>
    <w:rsid w:val="0078287C"/>
    <w:rsid w:val="00783688"/>
    <w:rsid w:val="00785E9E"/>
    <w:rsid w:val="00785F8E"/>
    <w:rsid w:val="00795A11"/>
    <w:rsid w:val="00795B60"/>
    <w:rsid w:val="007A0329"/>
    <w:rsid w:val="007A7FF6"/>
    <w:rsid w:val="007B06DF"/>
    <w:rsid w:val="007B1B77"/>
    <w:rsid w:val="007B2FB0"/>
    <w:rsid w:val="007B369B"/>
    <w:rsid w:val="007B4690"/>
    <w:rsid w:val="007B6672"/>
    <w:rsid w:val="007B7855"/>
    <w:rsid w:val="007C00DD"/>
    <w:rsid w:val="007C141F"/>
    <w:rsid w:val="007C4F1C"/>
    <w:rsid w:val="007C5CCA"/>
    <w:rsid w:val="007D048C"/>
    <w:rsid w:val="007D570E"/>
    <w:rsid w:val="007D5815"/>
    <w:rsid w:val="007D7890"/>
    <w:rsid w:val="007D78E7"/>
    <w:rsid w:val="007E6484"/>
    <w:rsid w:val="007F2EA9"/>
    <w:rsid w:val="007F5553"/>
    <w:rsid w:val="007F7FDE"/>
    <w:rsid w:val="00801104"/>
    <w:rsid w:val="008011FA"/>
    <w:rsid w:val="0080255E"/>
    <w:rsid w:val="00802821"/>
    <w:rsid w:val="00802E52"/>
    <w:rsid w:val="00806DE4"/>
    <w:rsid w:val="008073E3"/>
    <w:rsid w:val="00807A25"/>
    <w:rsid w:val="00812AF7"/>
    <w:rsid w:val="0081765A"/>
    <w:rsid w:val="008178DA"/>
    <w:rsid w:val="00820C52"/>
    <w:rsid w:val="00820DC3"/>
    <w:rsid w:val="00821516"/>
    <w:rsid w:val="00821E35"/>
    <w:rsid w:val="00823B40"/>
    <w:rsid w:val="00824100"/>
    <w:rsid w:val="008245B0"/>
    <w:rsid w:val="00825F22"/>
    <w:rsid w:val="00827AD4"/>
    <w:rsid w:val="00832889"/>
    <w:rsid w:val="00834605"/>
    <w:rsid w:val="00843579"/>
    <w:rsid w:val="00852C2E"/>
    <w:rsid w:val="00853DB4"/>
    <w:rsid w:val="00853E25"/>
    <w:rsid w:val="008540EC"/>
    <w:rsid w:val="00855908"/>
    <w:rsid w:val="00856A9D"/>
    <w:rsid w:val="008575A8"/>
    <w:rsid w:val="008613B3"/>
    <w:rsid w:val="00862777"/>
    <w:rsid w:val="0086283A"/>
    <w:rsid w:val="00865032"/>
    <w:rsid w:val="00873F56"/>
    <w:rsid w:val="00875A79"/>
    <w:rsid w:val="00875ABA"/>
    <w:rsid w:val="00880287"/>
    <w:rsid w:val="00885441"/>
    <w:rsid w:val="0089420F"/>
    <w:rsid w:val="00897F53"/>
    <w:rsid w:val="008A05FD"/>
    <w:rsid w:val="008A176A"/>
    <w:rsid w:val="008A1AC1"/>
    <w:rsid w:val="008A310C"/>
    <w:rsid w:val="008A4223"/>
    <w:rsid w:val="008A53E5"/>
    <w:rsid w:val="008A5A65"/>
    <w:rsid w:val="008B1E99"/>
    <w:rsid w:val="008B3750"/>
    <w:rsid w:val="008B4E7D"/>
    <w:rsid w:val="008B5C6A"/>
    <w:rsid w:val="008B5F9C"/>
    <w:rsid w:val="008C443D"/>
    <w:rsid w:val="008C5865"/>
    <w:rsid w:val="008D00DE"/>
    <w:rsid w:val="008D272D"/>
    <w:rsid w:val="008D29B9"/>
    <w:rsid w:val="008D2CCF"/>
    <w:rsid w:val="008D53D5"/>
    <w:rsid w:val="008D6BE2"/>
    <w:rsid w:val="008E65D0"/>
    <w:rsid w:val="008E743A"/>
    <w:rsid w:val="008F07A6"/>
    <w:rsid w:val="008F143D"/>
    <w:rsid w:val="008F71FB"/>
    <w:rsid w:val="009004B8"/>
    <w:rsid w:val="00900C2B"/>
    <w:rsid w:val="009018A3"/>
    <w:rsid w:val="00902BD1"/>
    <w:rsid w:val="00903242"/>
    <w:rsid w:val="00904093"/>
    <w:rsid w:val="00904D81"/>
    <w:rsid w:val="00905104"/>
    <w:rsid w:val="0090636B"/>
    <w:rsid w:val="009075FA"/>
    <w:rsid w:val="0090771D"/>
    <w:rsid w:val="009105F2"/>
    <w:rsid w:val="00912534"/>
    <w:rsid w:val="00914354"/>
    <w:rsid w:val="009148B6"/>
    <w:rsid w:val="009155CA"/>
    <w:rsid w:val="0091688E"/>
    <w:rsid w:val="00932FDC"/>
    <w:rsid w:val="009357FB"/>
    <w:rsid w:val="009362E7"/>
    <w:rsid w:val="00937A22"/>
    <w:rsid w:val="009436D3"/>
    <w:rsid w:val="00944AE7"/>
    <w:rsid w:val="0094622C"/>
    <w:rsid w:val="00953B57"/>
    <w:rsid w:val="00960D21"/>
    <w:rsid w:val="00964B90"/>
    <w:rsid w:val="0096728A"/>
    <w:rsid w:val="0096771F"/>
    <w:rsid w:val="009718F7"/>
    <w:rsid w:val="00973223"/>
    <w:rsid w:val="00973445"/>
    <w:rsid w:val="00974764"/>
    <w:rsid w:val="00975CDE"/>
    <w:rsid w:val="00976A0F"/>
    <w:rsid w:val="0097788B"/>
    <w:rsid w:val="00977E64"/>
    <w:rsid w:val="009815FB"/>
    <w:rsid w:val="0098591A"/>
    <w:rsid w:val="009A2312"/>
    <w:rsid w:val="009A368D"/>
    <w:rsid w:val="009B36CF"/>
    <w:rsid w:val="009B43E9"/>
    <w:rsid w:val="009C0360"/>
    <w:rsid w:val="009C291A"/>
    <w:rsid w:val="009C3DE1"/>
    <w:rsid w:val="009C5F44"/>
    <w:rsid w:val="009C7CAA"/>
    <w:rsid w:val="009D16C2"/>
    <w:rsid w:val="009D185B"/>
    <w:rsid w:val="009D3922"/>
    <w:rsid w:val="009D51FF"/>
    <w:rsid w:val="009D6E1E"/>
    <w:rsid w:val="009E3B78"/>
    <w:rsid w:val="009E7D72"/>
    <w:rsid w:val="009F1884"/>
    <w:rsid w:val="009F2B08"/>
    <w:rsid w:val="009F320B"/>
    <w:rsid w:val="009F3BA3"/>
    <w:rsid w:val="009F64AC"/>
    <w:rsid w:val="00A0254E"/>
    <w:rsid w:val="00A02D4F"/>
    <w:rsid w:val="00A0330A"/>
    <w:rsid w:val="00A100AE"/>
    <w:rsid w:val="00A13641"/>
    <w:rsid w:val="00A13FCF"/>
    <w:rsid w:val="00A1436E"/>
    <w:rsid w:val="00A17481"/>
    <w:rsid w:val="00A22AD1"/>
    <w:rsid w:val="00A251AF"/>
    <w:rsid w:val="00A2564A"/>
    <w:rsid w:val="00A258AF"/>
    <w:rsid w:val="00A32AB5"/>
    <w:rsid w:val="00A35107"/>
    <w:rsid w:val="00A351B5"/>
    <w:rsid w:val="00A4155E"/>
    <w:rsid w:val="00A4454B"/>
    <w:rsid w:val="00A4685B"/>
    <w:rsid w:val="00A46902"/>
    <w:rsid w:val="00A46BEA"/>
    <w:rsid w:val="00A46DC5"/>
    <w:rsid w:val="00A5441E"/>
    <w:rsid w:val="00A55E61"/>
    <w:rsid w:val="00A57862"/>
    <w:rsid w:val="00A611F1"/>
    <w:rsid w:val="00A61F9C"/>
    <w:rsid w:val="00A65193"/>
    <w:rsid w:val="00A66487"/>
    <w:rsid w:val="00A713C2"/>
    <w:rsid w:val="00A7572F"/>
    <w:rsid w:val="00A76566"/>
    <w:rsid w:val="00A8210B"/>
    <w:rsid w:val="00A91FD8"/>
    <w:rsid w:val="00A976D5"/>
    <w:rsid w:val="00AA066F"/>
    <w:rsid w:val="00AA22F6"/>
    <w:rsid w:val="00AA4026"/>
    <w:rsid w:val="00AB1B8A"/>
    <w:rsid w:val="00AB6C3E"/>
    <w:rsid w:val="00AB778C"/>
    <w:rsid w:val="00AC0577"/>
    <w:rsid w:val="00AC0BC6"/>
    <w:rsid w:val="00AC1C55"/>
    <w:rsid w:val="00AC3DA4"/>
    <w:rsid w:val="00AC45F4"/>
    <w:rsid w:val="00AC5E66"/>
    <w:rsid w:val="00AC693A"/>
    <w:rsid w:val="00AD0A2B"/>
    <w:rsid w:val="00AD15CC"/>
    <w:rsid w:val="00AD741D"/>
    <w:rsid w:val="00AE00C1"/>
    <w:rsid w:val="00AE2647"/>
    <w:rsid w:val="00AE2C29"/>
    <w:rsid w:val="00AE31DE"/>
    <w:rsid w:val="00AE3824"/>
    <w:rsid w:val="00AF1375"/>
    <w:rsid w:val="00AF1E9A"/>
    <w:rsid w:val="00AF221B"/>
    <w:rsid w:val="00AF35DD"/>
    <w:rsid w:val="00B008FA"/>
    <w:rsid w:val="00B033AE"/>
    <w:rsid w:val="00B101CA"/>
    <w:rsid w:val="00B11119"/>
    <w:rsid w:val="00B1486E"/>
    <w:rsid w:val="00B15F7F"/>
    <w:rsid w:val="00B23254"/>
    <w:rsid w:val="00B2327A"/>
    <w:rsid w:val="00B24CF3"/>
    <w:rsid w:val="00B3275E"/>
    <w:rsid w:val="00B36CEF"/>
    <w:rsid w:val="00B42BEC"/>
    <w:rsid w:val="00B435AD"/>
    <w:rsid w:val="00B44199"/>
    <w:rsid w:val="00B4519B"/>
    <w:rsid w:val="00B4653F"/>
    <w:rsid w:val="00B50C8B"/>
    <w:rsid w:val="00B5162B"/>
    <w:rsid w:val="00B533B4"/>
    <w:rsid w:val="00B618D8"/>
    <w:rsid w:val="00B61BED"/>
    <w:rsid w:val="00B61E0D"/>
    <w:rsid w:val="00B62420"/>
    <w:rsid w:val="00B6290A"/>
    <w:rsid w:val="00B63F83"/>
    <w:rsid w:val="00B655DB"/>
    <w:rsid w:val="00B657B3"/>
    <w:rsid w:val="00B71D29"/>
    <w:rsid w:val="00B75808"/>
    <w:rsid w:val="00B76B78"/>
    <w:rsid w:val="00B80259"/>
    <w:rsid w:val="00B8049F"/>
    <w:rsid w:val="00B81DE5"/>
    <w:rsid w:val="00B829BD"/>
    <w:rsid w:val="00B86ABB"/>
    <w:rsid w:val="00B910FE"/>
    <w:rsid w:val="00B915CA"/>
    <w:rsid w:val="00B928D6"/>
    <w:rsid w:val="00B92A7C"/>
    <w:rsid w:val="00B930C6"/>
    <w:rsid w:val="00BB1888"/>
    <w:rsid w:val="00BB3861"/>
    <w:rsid w:val="00BB3C75"/>
    <w:rsid w:val="00BC28EC"/>
    <w:rsid w:val="00BC338F"/>
    <w:rsid w:val="00BC6059"/>
    <w:rsid w:val="00BC6FCC"/>
    <w:rsid w:val="00BC7A50"/>
    <w:rsid w:val="00BD182A"/>
    <w:rsid w:val="00BD66ED"/>
    <w:rsid w:val="00BD723B"/>
    <w:rsid w:val="00BE2C84"/>
    <w:rsid w:val="00BE41D1"/>
    <w:rsid w:val="00BE5A39"/>
    <w:rsid w:val="00BE74FE"/>
    <w:rsid w:val="00BF41BD"/>
    <w:rsid w:val="00C008F5"/>
    <w:rsid w:val="00C11C64"/>
    <w:rsid w:val="00C12E6F"/>
    <w:rsid w:val="00C1533A"/>
    <w:rsid w:val="00C17C70"/>
    <w:rsid w:val="00C23169"/>
    <w:rsid w:val="00C25830"/>
    <w:rsid w:val="00C309AC"/>
    <w:rsid w:val="00C3674F"/>
    <w:rsid w:val="00C36E30"/>
    <w:rsid w:val="00C37CF3"/>
    <w:rsid w:val="00C40A2E"/>
    <w:rsid w:val="00C513D9"/>
    <w:rsid w:val="00C514E0"/>
    <w:rsid w:val="00C528BC"/>
    <w:rsid w:val="00C55DE4"/>
    <w:rsid w:val="00C60F6C"/>
    <w:rsid w:val="00C61514"/>
    <w:rsid w:val="00C656B2"/>
    <w:rsid w:val="00C66519"/>
    <w:rsid w:val="00C721E8"/>
    <w:rsid w:val="00C73137"/>
    <w:rsid w:val="00C748B7"/>
    <w:rsid w:val="00C76D1A"/>
    <w:rsid w:val="00C82057"/>
    <w:rsid w:val="00C825E6"/>
    <w:rsid w:val="00C82C79"/>
    <w:rsid w:val="00C82CE3"/>
    <w:rsid w:val="00C84749"/>
    <w:rsid w:val="00C85452"/>
    <w:rsid w:val="00C855F4"/>
    <w:rsid w:val="00C86F63"/>
    <w:rsid w:val="00C87EB7"/>
    <w:rsid w:val="00C87FDA"/>
    <w:rsid w:val="00C96D89"/>
    <w:rsid w:val="00C9744C"/>
    <w:rsid w:val="00CA0780"/>
    <w:rsid w:val="00CA5A38"/>
    <w:rsid w:val="00CB0703"/>
    <w:rsid w:val="00CB727B"/>
    <w:rsid w:val="00CC0184"/>
    <w:rsid w:val="00CC5D8D"/>
    <w:rsid w:val="00CC638E"/>
    <w:rsid w:val="00CC6C9D"/>
    <w:rsid w:val="00CD5A64"/>
    <w:rsid w:val="00CE0753"/>
    <w:rsid w:val="00CE51D1"/>
    <w:rsid w:val="00CE5380"/>
    <w:rsid w:val="00CE7B33"/>
    <w:rsid w:val="00CF6353"/>
    <w:rsid w:val="00D01527"/>
    <w:rsid w:val="00D01C0B"/>
    <w:rsid w:val="00D04D89"/>
    <w:rsid w:val="00D06634"/>
    <w:rsid w:val="00D10B48"/>
    <w:rsid w:val="00D13E36"/>
    <w:rsid w:val="00D15772"/>
    <w:rsid w:val="00D15A19"/>
    <w:rsid w:val="00D15C92"/>
    <w:rsid w:val="00D17AB0"/>
    <w:rsid w:val="00D20D62"/>
    <w:rsid w:val="00D2224F"/>
    <w:rsid w:val="00D22B20"/>
    <w:rsid w:val="00D232E9"/>
    <w:rsid w:val="00D305CB"/>
    <w:rsid w:val="00D30A6A"/>
    <w:rsid w:val="00D47A07"/>
    <w:rsid w:val="00D618A2"/>
    <w:rsid w:val="00D7288F"/>
    <w:rsid w:val="00D74DE5"/>
    <w:rsid w:val="00D77347"/>
    <w:rsid w:val="00D77563"/>
    <w:rsid w:val="00D81F61"/>
    <w:rsid w:val="00D82C6E"/>
    <w:rsid w:val="00D85492"/>
    <w:rsid w:val="00D861E2"/>
    <w:rsid w:val="00D87C29"/>
    <w:rsid w:val="00D9344C"/>
    <w:rsid w:val="00D937B1"/>
    <w:rsid w:val="00D96A61"/>
    <w:rsid w:val="00D96CC3"/>
    <w:rsid w:val="00DA4019"/>
    <w:rsid w:val="00DA43EB"/>
    <w:rsid w:val="00DA4BF2"/>
    <w:rsid w:val="00DA777A"/>
    <w:rsid w:val="00DB1AB3"/>
    <w:rsid w:val="00DB27A4"/>
    <w:rsid w:val="00DB5437"/>
    <w:rsid w:val="00DC1E87"/>
    <w:rsid w:val="00DC54F2"/>
    <w:rsid w:val="00DD0E1A"/>
    <w:rsid w:val="00DD1FD3"/>
    <w:rsid w:val="00DD4E5E"/>
    <w:rsid w:val="00DD50BC"/>
    <w:rsid w:val="00DD5579"/>
    <w:rsid w:val="00DD5AA5"/>
    <w:rsid w:val="00DE03B0"/>
    <w:rsid w:val="00DE7B6F"/>
    <w:rsid w:val="00DE7F1C"/>
    <w:rsid w:val="00DF46F0"/>
    <w:rsid w:val="00DF4C27"/>
    <w:rsid w:val="00DF6105"/>
    <w:rsid w:val="00DF6B4E"/>
    <w:rsid w:val="00DF7300"/>
    <w:rsid w:val="00E02581"/>
    <w:rsid w:val="00E062E4"/>
    <w:rsid w:val="00E12050"/>
    <w:rsid w:val="00E126CC"/>
    <w:rsid w:val="00E226FA"/>
    <w:rsid w:val="00E2532E"/>
    <w:rsid w:val="00E26EFA"/>
    <w:rsid w:val="00E2767D"/>
    <w:rsid w:val="00E330DE"/>
    <w:rsid w:val="00E33EA4"/>
    <w:rsid w:val="00E348E5"/>
    <w:rsid w:val="00E41ADC"/>
    <w:rsid w:val="00E43885"/>
    <w:rsid w:val="00E43E46"/>
    <w:rsid w:val="00E468BB"/>
    <w:rsid w:val="00E5102E"/>
    <w:rsid w:val="00E51506"/>
    <w:rsid w:val="00E53063"/>
    <w:rsid w:val="00E6129D"/>
    <w:rsid w:val="00E62ADF"/>
    <w:rsid w:val="00E66A64"/>
    <w:rsid w:val="00E73D2E"/>
    <w:rsid w:val="00E75250"/>
    <w:rsid w:val="00E75793"/>
    <w:rsid w:val="00E804F6"/>
    <w:rsid w:val="00E81F20"/>
    <w:rsid w:val="00E86405"/>
    <w:rsid w:val="00E86D43"/>
    <w:rsid w:val="00E904B6"/>
    <w:rsid w:val="00E91569"/>
    <w:rsid w:val="00E94886"/>
    <w:rsid w:val="00E948BB"/>
    <w:rsid w:val="00E961D1"/>
    <w:rsid w:val="00EA111E"/>
    <w:rsid w:val="00EA1AF7"/>
    <w:rsid w:val="00EA2646"/>
    <w:rsid w:val="00EA5127"/>
    <w:rsid w:val="00EA5C8B"/>
    <w:rsid w:val="00EA6E1D"/>
    <w:rsid w:val="00EA78FF"/>
    <w:rsid w:val="00EB746A"/>
    <w:rsid w:val="00EC66EA"/>
    <w:rsid w:val="00ED25DB"/>
    <w:rsid w:val="00ED2FAE"/>
    <w:rsid w:val="00ED4F54"/>
    <w:rsid w:val="00ED504F"/>
    <w:rsid w:val="00ED5D20"/>
    <w:rsid w:val="00ED6470"/>
    <w:rsid w:val="00ED78F0"/>
    <w:rsid w:val="00ED7D7A"/>
    <w:rsid w:val="00EE583C"/>
    <w:rsid w:val="00EE6070"/>
    <w:rsid w:val="00EE6B32"/>
    <w:rsid w:val="00EE6CD5"/>
    <w:rsid w:val="00EF2960"/>
    <w:rsid w:val="00EF5B27"/>
    <w:rsid w:val="00EF6BFD"/>
    <w:rsid w:val="00EF6EA3"/>
    <w:rsid w:val="00F00A8F"/>
    <w:rsid w:val="00F05182"/>
    <w:rsid w:val="00F07419"/>
    <w:rsid w:val="00F167B9"/>
    <w:rsid w:val="00F16B4E"/>
    <w:rsid w:val="00F20E83"/>
    <w:rsid w:val="00F254EE"/>
    <w:rsid w:val="00F25737"/>
    <w:rsid w:val="00F30A21"/>
    <w:rsid w:val="00F36FFD"/>
    <w:rsid w:val="00F45545"/>
    <w:rsid w:val="00F50F77"/>
    <w:rsid w:val="00F511D1"/>
    <w:rsid w:val="00F530A4"/>
    <w:rsid w:val="00F56868"/>
    <w:rsid w:val="00F57165"/>
    <w:rsid w:val="00F60012"/>
    <w:rsid w:val="00F60E40"/>
    <w:rsid w:val="00F644BA"/>
    <w:rsid w:val="00F66638"/>
    <w:rsid w:val="00F670EE"/>
    <w:rsid w:val="00F70165"/>
    <w:rsid w:val="00F717B4"/>
    <w:rsid w:val="00F815B7"/>
    <w:rsid w:val="00F81F07"/>
    <w:rsid w:val="00F8225A"/>
    <w:rsid w:val="00F84F74"/>
    <w:rsid w:val="00FA12FB"/>
    <w:rsid w:val="00FA2640"/>
    <w:rsid w:val="00FA2A28"/>
    <w:rsid w:val="00FA6C17"/>
    <w:rsid w:val="00FB06CA"/>
    <w:rsid w:val="00FB3BB4"/>
    <w:rsid w:val="00FB68D8"/>
    <w:rsid w:val="00FC1A4A"/>
    <w:rsid w:val="00FC2FBF"/>
    <w:rsid w:val="00FC5A45"/>
    <w:rsid w:val="00FC5DE3"/>
    <w:rsid w:val="00FD1570"/>
    <w:rsid w:val="00FD189B"/>
    <w:rsid w:val="00FD686A"/>
    <w:rsid w:val="00FD6C8C"/>
    <w:rsid w:val="00FE7099"/>
    <w:rsid w:val="00FE7102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18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897F5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16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168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8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88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688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688E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D93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723B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9105F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105F2"/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uiPriority w:val="9"/>
    <w:rsid w:val="00897F53"/>
    <w:rPr>
      <w:rFonts w:ascii="宋体" w:eastAsia="宋体" w:hAnsi="宋体" w:cs="宋体"/>
      <w:b/>
      <w:bCs/>
      <w:kern w:val="0"/>
      <w:sz w:val="36"/>
      <w:szCs w:val="36"/>
    </w:rPr>
  </w:style>
  <w:style w:type="character" w:styleId="a9">
    <w:name w:val="Emphasis"/>
    <w:basedOn w:val="a0"/>
    <w:uiPriority w:val="20"/>
    <w:qFormat/>
    <w:rsid w:val="007817DC"/>
    <w:rPr>
      <w:i/>
      <w:iCs/>
    </w:rPr>
  </w:style>
  <w:style w:type="character" w:styleId="aa">
    <w:name w:val="Hyperlink"/>
    <w:basedOn w:val="a0"/>
    <w:uiPriority w:val="99"/>
    <w:unhideWhenUsed/>
    <w:rsid w:val="00270C85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4417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897F5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16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168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8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88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688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688E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D93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D723B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9105F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9105F2"/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uiPriority w:val="9"/>
    <w:rsid w:val="00897F53"/>
    <w:rPr>
      <w:rFonts w:ascii="宋体" w:eastAsia="宋体" w:hAnsi="宋体" w:cs="宋体"/>
      <w:b/>
      <w:bCs/>
      <w:kern w:val="0"/>
      <w:sz w:val="36"/>
      <w:szCs w:val="36"/>
    </w:rPr>
  </w:style>
  <w:style w:type="character" w:styleId="a9">
    <w:name w:val="Emphasis"/>
    <w:basedOn w:val="a0"/>
    <w:uiPriority w:val="20"/>
    <w:qFormat/>
    <w:rsid w:val="007817DC"/>
    <w:rPr>
      <w:i/>
      <w:iCs/>
    </w:rPr>
  </w:style>
  <w:style w:type="character" w:styleId="aa">
    <w:name w:val="Hyperlink"/>
    <w:basedOn w:val="a0"/>
    <w:uiPriority w:val="99"/>
    <w:unhideWhenUsed/>
    <w:rsid w:val="00270C85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4417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700;&#38754;\&#20851;&#20110;&#30003;&#35831;&#28023;&#23572;&#19994;&#21153;&#19987;&#39033;&#28608;&#21169;&#30340;&#25253;&#21578;-202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7BC05-CE96-4CA4-87C1-9602962DF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关于申请海尔业务专项激励的报告-2022.dotx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蓉辉电子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林旭</dc:creator>
  <cp:lastModifiedBy>黄晓梅</cp:lastModifiedBy>
  <cp:revision>3</cp:revision>
  <cp:lastPrinted>2022-11-29T03:15:00Z</cp:lastPrinted>
  <dcterms:created xsi:type="dcterms:W3CDTF">2025-04-14T05:35:00Z</dcterms:created>
  <dcterms:modified xsi:type="dcterms:W3CDTF">2025-04-14T08:43:00Z</dcterms:modified>
</cp:coreProperties>
</file>